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70ABA1" w14:textId="589FC04D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336826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336826">
        <w:rPr>
          <w:rFonts w:ascii="Corbel" w:hAnsi="Corbel"/>
          <w:bCs/>
          <w:i/>
        </w:rPr>
        <w:t>23</w:t>
      </w:r>
    </w:p>
    <w:p w14:paraId="2875062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799E4C" w14:textId="3CCBEF6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FA374B">
        <w:rPr>
          <w:rFonts w:ascii="Corbel" w:hAnsi="Corbel"/>
          <w:i/>
          <w:smallCaps/>
          <w:sz w:val="24"/>
          <w:szCs w:val="24"/>
        </w:rPr>
        <w:t xml:space="preserve"> </w:t>
      </w:r>
      <w:r w:rsidR="002147A3">
        <w:rPr>
          <w:rFonts w:ascii="Corbel" w:hAnsi="Corbel"/>
          <w:i/>
          <w:smallCaps/>
          <w:sz w:val="24"/>
          <w:szCs w:val="24"/>
        </w:rPr>
        <w:t>2024-2027</w:t>
      </w:r>
    </w:p>
    <w:p w14:paraId="50BA8FD1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02C2656" w14:textId="023D51D0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FA374B">
        <w:rPr>
          <w:rFonts w:ascii="Corbel" w:hAnsi="Corbel"/>
          <w:sz w:val="20"/>
          <w:szCs w:val="20"/>
        </w:rPr>
        <w:t>20</w:t>
      </w:r>
      <w:r w:rsidR="00F97C96">
        <w:rPr>
          <w:rFonts w:ascii="Corbel" w:hAnsi="Corbel"/>
          <w:sz w:val="20"/>
          <w:szCs w:val="20"/>
        </w:rPr>
        <w:t>2</w:t>
      </w:r>
      <w:r w:rsidR="002147A3">
        <w:rPr>
          <w:rFonts w:ascii="Corbel" w:hAnsi="Corbel"/>
          <w:sz w:val="20"/>
          <w:szCs w:val="20"/>
        </w:rPr>
        <w:t>6</w:t>
      </w:r>
      <w:r w:rsidR="00FA374B">
        <w:rPr>
          <w:rFonts w:ascii="Corbel" w:hAnsi="Corbel"/>
          <w:sz w:val="20"/>
          <w:szCs w:val="20"/>
        </w:rPr>
        <w:t>/202</w:t>
      </w:r>
      <w:r w:rsidR="002147A3">
        <w:rPr>
          <w:rFonts w:ascii="Corbel" w:hAnsi="Corbel"/>
          <w:sz w:val="20"/>
          <w:szCs w:val="20"/>
        </w:rPr>
        <w:t>7</w:t>
      </w:r>
    </w:p>
    <w:p w14:paraId="58C769D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5332FB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A5FA5E1" w14:textId="77777777" w:rsidTr="00B819C8">
        <w:tc>
          <w:tcPr>
            <w:tcW w:w="2694" w:type="dxa"/>
            <w:vAlign w:val="center"/>
          </w:tcPr>
          <w:p w14:paraId="47BA99E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CAF410E" w14:textId="16F14901" w:rsidR="0085747A" w:rsidRPr="00B760BB" w:rsidRDefault="003368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Warsztat umiejętności profilaktyczno-wychowawczych</w:t>
            </w:r>
          </w:p>
        </w:tc>
      </w:tr>
      <w:tr w:rsidR="0085747A" w:rsidRPr="009C54AE" w14:paraId="752AFEA3" w14:textId="77777777" w:rsidTr="00B819C8">
        <w:tc>
          <w:tcPr>
            <w:tcW w:w="2694" w:type="dxa"/>
            <w:vAlign w:val="center"/>
          </w:tcPr>
          <w:p w14:paraId="526B82E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188B8ED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16B43FBC" w14:textId="77777777" w:rsidTr="00B819C8">
        <w:tc>
          <w:tcPr>
            <w:tcW w:w="2694" w:type="dxa"/>
            <w:vAlign w:val="center"/>
          </w:tcPr>
          <w:p w14:paraId="0D77A94E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2A6DE8B" w14:textId="6CB22666" w:rsidR="0085747A" w:rsidRPr="009C54AE" w:rsidRDefault="002A1E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97DE985" w14:textId="77777777" w:rsidTr="00B819C8">
        <w:tc>
          <w:tcPr>
            <w:tcW w:w="2694" w:type="dxa"/>
            <w:vAlign w:val="center"/>
          </w:tcPr>
          <w:p w14:paraId="1BFDBC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0348276" w14:textId="3E0B0C5F" w:rsidR="0085747A" w:rsidRPr="009C54AE" w:rsidRDefault="002A1E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779F240E" w14:textId="77777777" w:rsidTr="00B819C8">
        <w:tc>
          <w:tcPr>
            <w:tcW w:w="2694" w:type="dxa"/>
            <w:vAlign w:val="center"/>
          </w:tcPr>
          <w:p w14:paraId="5E7468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2DA3139" w14:textId="42269D79"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</w:t>
            </w:r>
            <w:r w:rsidR="008B696E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2A1E87">
              <w:rPr>
                <w:rFonts w:ascii="Corbel" w:hAnsi="Corbel"/>
                <w:b w:val="0"/>
                <w:sz w:val="24"/>
                <w:szCs w:val="24"/>
              </w:rPr>
              <w:t xml:space="preserve">, sp. </w:t>
            </w:r>
            <w:r w:rsidR="00336826">
              <w:rPr>
                <w:rFonts w:ascii="Corbel" w:hAnsi="Corbel"/>
                <w:b w:val="0"/>
                <w:sz w:val="24"/>
                <w:szCs w:val="24"/>
              </w:rPr>
              <w:t>profilaktyka społeczna z resocjalizacją</w:t>
            </w:r>
          </w:p>
        </w:tc>
      </w:tr>
      <w:tr w:rsidR="0085747A" w:rsidRPr="009C54AE" w14:paraId="1FBFEE95" w14:textId="77777777" w:rsidTr="00B819C8">
        <w:tc>
          <w:tcPr>
            <w:tcW w:w="2694" w:type="dxa"/>
            <w:vAlign w:val="center"/>
          </w:tcPr>
          <w:p w14:paraId="2F3730D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3585BA0" w14:textId="5136B2A1"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5F9405A2" w14:textId="77777777" w:rsidTr="00B819C8">
        <w:tc>
          <w:tcPr>
            <w:tcW w:w="2694" w:type="dxa"/>
            <w:vAlign w:val="center"/>
          </w:tcPr>
          <w:p w14:paraId="21307B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BFEF89A" w14:textId="298F0D53"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2A8C020" w14:textId="77777777" w:rsidTr="00B819C8">
        <w:tc>
          <w:tcPr>
            <w:tcW w:w="2694" w:type="dxa"/>
            <w:vAlign w:val="center"/>
          </w:tcPr>
          <w:p w14:paraId="4CA901F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ABCA8EA" w14:textId="5027E0D2" w:rsidR="0085747A" w:rsidRPr="009C54AE" w:rsidRDefault="003409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FA374B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CE05D4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14:paraId="7D3E7F91" w14:textId="77777777" w:rsidTr="00B819C8">
        <w:tc>
          <w:tcPr>
            <w:tcW w:w="2694" w:type="dxa"/>
            <w:vAlign w:val="center"/>
          </w:tcPr>
          <w:p w14:paraId="1EDF380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4766646" w14:textId="5F6E339F" w:rsidR="0085747A" w:rsidRPr="009C54AE" w:rsidRDefault="00DC5C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B760BB">
              <w:rPr>
                <w:rFonts w:ascii="Corbel" w:hAnsi="Corbel"/>
                <w:b w:val="0"/>
                <w:sz w:val="24"/>
                <w:szCs w:val="24"/>
              </w:rPr>
              <w:t>ok III, semestr 6</w:t>
            </w:r>
          </w:p>
        </w:tc>
      </w:tr>
      <w:tr w:rsidR="0085747A" w:rsidRPr="009C54AE" w14:paraId="1D93C8C6" w14:textId="77777777" w:rsidTr="00B819C8">
        <w:tc>
          <w:tcPr>
            <w:tcW w:w="2694" w:type="dxa"/>
            <w:vAlign w:val="center"/>
          </w:tcPr>
          <w:p w14:paraId="61B0CC7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6A1F07D" w14:textId="00D5CDA3"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0AECCF62" w14:textId="77777777" w:rsidTr="00B819C8">
        <w:tc>
          <w:tcPr>
            <w:tcW w:w="2694" w:type="dxa"/>
            <w:vAlign w:val="center"/>
          </w:tcPr>
          <w:p w14:paraId="498A13D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1281CFC" w14:textId="05B746E9" w:rsidR="00923D7D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29492C2" w14:textId="77777777" w:rsidTr="00B819C8">
        <w:tc>
          <w:tcPr>
            <w:tcW w:w="2694" w:type="dxa"/>
            <w:vAlign w:val="center"/>
          </w:tcPr>
          <w:p w14:paraId="39DCA2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04AD9DB" w14:textId="30FB2A0B" w:rsidR="0085747A" w:rsidRPr="009C54AE" w:rsidRDefault="003368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FA374B">
              <w:rPr>
                <w:rFonts w:ascii="Corbel" w:hAnsi="Corbel"/>
                <w:b w:val="0"/>
                <w:sz w:val="24"/>
                <w:szCs w:val="24"/>
              </w:rPr>
              <w:t>Agnieszka Wróbel-Chmiel</w:t>
            </w:r>
          </w:p>
        </w:tc>
      </w:tr>
      <w:tr w:rsidR="0085747A" w:rsidRPr="009C54AE" w14:paraId="1B7E2F46" w14:textId="77777777" w:rsidTr="00B819C8">
        <w:tc>
          <w:tcPr>
            <w:tcW w:w="2694" w:type="dxa"/>
            <w:vAlign w:val="center"/>
          </w:tcPr>
          <w:p w14:paraId="08CEDB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B6022D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2E8496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453DA8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FF2D05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12FAA5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60EBDB5" w14:textId="77777777" w:rsidTr="00C821F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7AF4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7FC8D5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611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380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770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6F6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D37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F49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388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479C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024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C5CA2" w:rsidRPr="009C54AE" w14:paraId="54C01A24" w14:textId="77777777" w:rsidTr="00DC5CA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4301A" w14:textId="386BD860" w:rsidR="00DC5CA2" w:rsidRDefault="00DC5CA2" w:rsidP="00DC5CA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632E2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ACEFC" w14:textId="20B2502F" w:rsidR="00DC5CA2" w:rsidRDefault="003409A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36CF1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739C3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FAA01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9E318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9FDCB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A01B4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02FA2" w14:textId="54CF654B" w:rsidR="00DC5CA2" w:rsidRDefault="0033682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8D7E9B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E2DAF0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99F829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760E047" w14:textId="77777777" w:rsidR="0085747A" w:rsidRPr="00C821FD" w:rsidRDefault="0085747A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 w:rsidRPr="00C821FD">
        <w:rPr>
          <w:rFonts w:ascii="MS Gothic" w:eastAsia="MS Gothic" w:hAnsi="MS Gothic" w:cs="MS Gothic" w:hint="eastAsia"/>
          <w:bCs/>
          <w:szCs w:val="24"/>
          <w:u w:val="single"/>
        </w:rPr>
        <w:t>☐</w:t>
      </w:r>
      <w:r w:rsidRPr="00C821FD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7A88B0F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8FA2E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0DAA462" w14:textId="470CC219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3EE126A8" w14:textId="3339D260" w:rsidR="009C54AE" w:rsidRDefault="000E06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5E94D9D0" w14:textId="7DBAEF6B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74F827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253581C" w14:textId="77777777" w:rsidTr="00745302">
        <w:tc>
          <w:tcPr>
            <w:tcW w:w="9670" w:type="dxa"/>
          </w:tcPr>
          <w:p w14:paraId="36DD4957" w14:textId="4496B26B" w:rsidR="0085747A" w:rsidRPr="009C54AE" w:rsidRDefault="00C821FD" w:rsidP="00C821F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zajęć z przedmiotów: teoretyczne podstawy kształcenia, </w:t>
            </w:r>
            <w:r w:rsidR="00336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wprowadzenie do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profilaktyk</w:t>
            </w:r>
            <w:r w:rsidR="00336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społeczn</w:t>
            </w:r>
            <w:r w:rsidR="00336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instytuc</w:t>
            </w:r>
            <w:r w:rsidR="00336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jonalny system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profilakty</w:t>
            </w:r>
            <w:r w:rsidR="00336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 społecznej,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resocjalizac</w:t>
            </w:r>
            <w:r w:rsidR="00336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ji i interwencji kryzysowej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Posiadanie podstawowych wiadomości z zakresu </w:t>
            </w:r>
            <w:r w:rsidR="00336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profilaktyk szczegółowych oraz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funkcjonowania podstawowych środowisk społeczno-wychowawczych.</w:t>
            </w:r>
          </w:p>
        </w:tc>
      </w:tr>
    </w:tbl>
    <w:p w14:paraId="612C2ED3" w14:textId="77777777" w:rsidR="000E067D" w:rsidRDefault="000E067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858C37" w14:textId="0ED37495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A6109A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BB0B5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DAE64F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0328D411" w14:textId="77777777" w:rsidTr="00861436">
        <w:tc>
          <w:tcPr>
            <w:tcW w:w="843" w:type="dxa"/>
            <w:vAlign w:val="center"/>
          </w:tcPr>
          <w:p w14:paraId="566339B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37A9AB99" w14:textId="18C23AB5" w:rsidR="0085747A" w:rsidRPr="009C54AE" w:rsidRDefault="00083C08" w:rsidP="00083C0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Uświadomienie studentom znaczenia działań profilaktycznych dla przeciwdziałania zjawiskom patologicznym.</w:t>
            </w:r>
          </w:p>
        </w:tc>
      </w:tr>
      <w:tr w:rsidR="006F6B86" w:rsidRPr="009C54AE" w14:paraId="22E0F8A1" w14:textId="77777777" w:rsidTr="00861436">
        <w:tc>
          <w:tcPr>
            <w:tcW w:w="843" w:type="dxa"/>
            <w:vAlign w:val="center"/>
          </w:tcPr>
          <w:p w14:paraId="2A6BF100" w14:textId="7231A24B" w:rsidR="006F6B86" w:rsidRPr="009C54AE" w:rsidRDefault="006F6B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0A0953D0" w14:textId="247775CA" w:rsidR="006F6B86" w:rsidRDefault="006F6B86" w:rsidP="00083C0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Rozszerzenie wiedzy studentów na temat zasad i etapów konstruowania programów profilaktyczno-wychowawczych.</w:t>
            </w:r>
          </w:p>
        </w:tc>
      </w:tr>
      <w:tr w:rsidR="0085747A" w:rsidRPr="009C54AE" w14:paraId="27F5785F" w14:textId="77777777" w:rsidTr="00861436">
        <w:tc>
          <w:tcPr>
            <w:tcW w:w="843" w:type="dxa"/>
            <w:vAlign w:val="center"/>
          </w:tcPr>
          <w:p w14:paraId="78723BC3" w14:textId="3741ABE3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F6B86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14:paraId="516B99BB" w14:textId="4F2FF189" w:rsidR="0085747A" w:rsidRPr="009C54AE" w:rsidRDefault="00083C08" w:rsidP="00083C0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różnymi rodzajami programów profilaktycznych</w:t>
            </w:r>
            <w:r w:rsidR="00632A7F">
              <w:rPr>
                <w:rFonts w:ascii="Corbel" w:hAnsi="Corbel"/>
                <w:b w:val="0"/>
                <w:sz w:val="24"/>
                <w:szCs w:val="24"/>
              </w:rPr>
              <w:t xml:space="preserve"> realizowanych w wybranych instytucjach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632A7F">
              <w:rPr>
                <w:rFonts w:ascii="Corbel" w:hAnsi="Corbel"/>
                <w:b w:val="0"/>
                <w:sz w:val="24"/>
                <w:szCs w:val="24"/>
              </w:rPr>
              <w:t>o charakterze profilaktyczno-wychowawczym i resocjalizacyjnym oraz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ich skutecznością w walce z niepożądanymi </w:t>
            </w:r>
            <w:r w:rsidR="00632A7F">
              <w:rPr>
                <w:rFonts w:ascii="Corbel" w:hAnsi="Corbel"/>
                <w:b w:val="0"/>
                <w:sz w:val="24"/>
                <w:szCs w:val="24"/>
              </w:rPr>
              <w:t xml:space="preserve">zachowaniami. </w:t>
            </w:r>
          </w:p>
        </w:tc>
      </w:tr>
      <w:tr w:rsidR="00632A7F" w:rsidRPr="009C54AE" w14:paraId="0E72639D" w14:textId="77777777" w:rsidTr="00861436">
        <w:tc>
          <w:tcPr>
            <w:tcW w:w="843" w:type="dxa"/>
            <w:vAlign w:val="center"/>
          </w:tcPr>
          <w:p w14:paraId="26A753AF" w14:textId="62ADAD55" w:rsidR="00632A7F" w:rsidRPr="009C54AE" w:rsidRDefault="00632A7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F6B86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677" w:type="dxa"/>
            <w:vAlign w:val="center"/>
          </w:tcPr>
          <w:p w14:paraId="7C4216D2" w14:textId="38C6D79C" w:rsidR="00632A7F" w:rsidRDefault="00632A7F" w:rsidP="00083C0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tworzenia oraz realizowania działań profilaktyczny</w:t>
            </w:r>
            <w:r w:rsidR="009449EE">
              <w:rPr>
                <w:rFonts w:ascii="Corbel" w:hAnsi="Corbel"/>
                <w:b w:val="0"/>
                <w:sz w:val="24"/>
                <w:szCs w:val="24"/>
              </w:rPr>
              <w:t>ch.</w:t>
            </w:r>
          </w:p>
        </w:tc>
      </w:tr>
    </w:tbl>
    <w:p w14:paraId="0F179B66" w14:textId="513EBEC4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F2957B1" w14:textId="77777777" w:rsidR="00012900" w:rsidRPr="009C54AE" w:rsidRDefault="00012900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7B1451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6B43D3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0C0C47F6" w14:textId="77777777" w:rsidTr="00515E4C">
        <w:tc>
          <w:tcPr>
            <w:tcW w:w="1680" w:type="dxa"/>
            <w:vAlign w:val="center"/>
          </w:tcPr>
          <w:p w14:paraId="4B9CB00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5856614B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551B03D1" w14:textId="742AF90F" w:rsidR="002A1E87" w:rsidRPr="002A1E87" w:rsidRDefault="002A1E87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086E570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E593F" w:rsidRPr="009C54AE" w14:paraId="258A4533" w14:textId="77777777" w:rsidTr="001127CA">
        <w:trPr>
          <w:trHeight w:val="879"/>
        </w:trPr>
        <w:tc>
          <w:tcPr>
            <w:tcW w:w="1680" w:type="dxa"/>
          </w:tcPr>
          <w:p w14:paraId="4E315B3E" w14:textId="77777777" w:rsidR="005E593F" w:rsidRPr="009C54AE" w:rsidRDefault="005E593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5686402D" w14:textId="09829C16" w:rsidR="005E593F" w:rsidRPr="009C54AE" w:rsidRDefault="002A1E87" w:rsidP="008614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5E593F">
              <w:rPr>
                <w:rFonts w:ascii="Corbel" w:hAnsi="Corbel"/>
                <w:b w:val="0"/>
                <w:smallCaps w:val="0"/>
                <w:szCs w:val="24"/>
              </w:rPr>
              <w:t>mówi rodzaje programów profilaktycznych realizowanych w wybranych instytucjach zajmujących się profilaktyką, wychowaniem i resocjalizacją.</w:t>
            </w:r>
          </w:p>
        </w:tc>
        <w:tc>
          <w:tcPr>
            <w:tcW w:w="1865" w:type="dxa"/>
          </w:tcPr>
          <w:p w14:paraId="737CD0E8" w14:textId="77777777" w:rsidR="005E593F" w:rsidRDefault="005E593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7758D257" w14:textId="37ACEA0A" w:rsidR="00353931" w:rsidRPr="009C54AE" w:rsidRDefault="00353931" w:rsidP="003539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A33C7" w:rsidRPr="009C54AE" w14:paraId="2AD6F6BE" w14:textId="77777777" w:rsidTr="00515E4C">
        <w:tc>
          <w:tcPr>
            <w:tcW w:w="1680" w:type="dxa"/>
          </w:tcPr>
          <w:p w14:paraId="448D7717" w14:textId="2A951BBA" w:rsidR="00DA33C7" w:rsidRPr="009C54AE" w:rsidRDefault="00DA33C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021E84BA" w14:textId="7F90A849" w:rsidR="00DA33C7" w:rsidRPr="009C54AE" w:rsidRDefault="002A1E87" w:rsidP="00515E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DA33C7">
              <w:rPr>
                <w:rFonts w:ascii="Corbel" w:hAnsi="Corbel"/>
                <w:b w:val="0"/>
                <w:smallCaps w:val="0"/>
                <w:szCs w:val="24"/>
              </w:rPr>
              <w:t>ymieni zasady</w:t>
            </w:r>
            <w:r w:rsidR="006F6B86">
              <w:rPr>
                <w:rFonts w:ascii="Corbel" w:hAnsi="Corbel"/>
                <w:b w:val="0"/>
                <w:smallCaps w:val="0"/>
                <w:szCs w:val="24"/>
              </w:rPr>
              <w:t xml:space="preserve"> oraz etapy</w:t>
            </w:r>
            <w:r w:rsidR="00DA33C7">
              <w:rPr>
                <w:rFonts w:ascii="Corbel" w:hAnsi="Corbel"/>
                <w:b w:val="0"/>
                <w:smallCaps w:val="0"/>
                <w:szCs w:val="24"/>
              </w:rPr>
              <w:t xml:space="preserve"> konstruowania programów profilaktyczn</w:t>
            </w:r>
            <w:r w:rsidR="006F6B86">
              <w:rPr>
                <w:rFonts w:ascii="Corbel" w:hAnsi="Corbel"/>
                <w:b w:val="0"/>
                <w:smallCaps w:val="0"/>
                <w:szCs w:val="24"/>
              </w:rPr>
              <w:t>o-wychowawczych.</w:t>
            </w:r>
          </w:p>
        </w:tc>
        <w:tc>
          <w:tcPr>
            <w:tcW w:w="1865" w:type="dxa"/>
          </w:tcPr>
          <w:p w14:paraId="67D129C6" w14:textId="77777777" w:rsidR="00DA33C7" w:rsidRDefault="00DA33C7" w:rsidP="00DA33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  <w:p w14:paraId="67D67F1A" w14:textId="7F9B40CB" w:rsidR="00DA33C7" w:rsidRPr="009C54AE" w:rsidRDefault="00DA33C7" w:rsidP="00DA33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46C2" w:rsidRPr="009C54AE" w14:paraId="4C6B78DA" w14:textId="77777777" w:rsidTr="00515E4C">
        <w:tc>
          <w:tcPr>
            <w:tcW w:w="1680" w:type="dxa"/>
          </w:tcPr>
          <w:p w14:paraId="5386BB6D" w14:textId="5C6D2D52" w:rsidR="006146C2" w:rsidRPr="009C54AE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F6B86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5" w:type="dxa"/>
          </w:tcPr>
          <w:p w14:paraId="72D132F7" w14:textId="3CC3C078" w:rsidR="006146C2" w:rsidRDefault="002A1E87" w:rsidP="006146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6146C2">
              <w:rPr>
                <w:rFonts w:ascii="Corbel" w:hAnsi="Corbel"/>
                <w:b w:val="0"/>
                <w:smallCaps w:val="0"/>
                <w:szCs w:val="24"/>
              </w:rPr>
              <w:t>oskonali swój warsztat metodyczny, wykorzystując nowoczesne metody, techniki i pomoce dydaktyczne do planowania i realizowania działań profilaktycznych.</w:t>
            </w:r>
          </w:p>
        </w:tc>
        <w:tc>
          <w:tcPr>
            <w:tcW w:w="1865" w:type="dxa"/>
          </w:tcPr>
          <w:p w14:paraId="64D870C6" w14:textId="77777777" w:rsidR="006146C2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5E9D1CEC" w14:textId="3C6A9159" w:rsidR="00DA33C7" w:rsidRDefault="00DA33C7" w:rsidP="00DA33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46C2" w:rsidRPr="009C54AE" w14:paraId="5A784547" w14:textId="77777777" w:rsidTr="00515E4C">
        <w:tc>
          <w:tcPr>
            <w:tcW w:w="1680" w:type="dxa"/>
          </w:tcPr>
          <w:p w14:paraId="13C4AFE4" w14:textId="715DD0A2" w:rsidR="006146C2" w:rsidRPr="009C54AE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F6B86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14:paraId="7B9C81A3" w14:textId="389AE050" w:rsidR="006146C2" w:rsidRPr="009C54AE" w:rsidRDefault="006F6B86" w:rsidP="006146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6146C2">
              <w:rPr>
                <w:rFonts w:ascii="Corbel" w:hAnsi="Corbel"/>
                <w:b w:val="0"/>
                <w:smallCaps w:val="0"/>
                <w:szCs w:val="24"/>
              </w:rPr>
              <w:t>ceni skuteczność opracowanych oddziaływań profilaktyczn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o-</w:t>
            </w:r>
            <w:r w:rsidR="006146C2">
              <w:rPr>
                <w:rFonts w:ascii="Corbel" w:hAnsi="Corbel"/>
                <w:b w:val="0"/>
                <w:smallCaps w:val="0"/>
                <w:szCs w:val="24"/>
              </w:rPr>
              <w:t>wychowawczyc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h.</w:t>
            </w:r>
          </w:p>
        </w:tc>
        <w:tc>
          <w:tcPr>
            <w:tcW w:w="1865" w:type="dxa"/>
          </w:tcPr>
          <w:p w14:paraId="3E2632D1" w14:textId="3652EAD3" w:rsidR="006146C2" w:rsidRPr="009C54AE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6146C2" w:rsidRPr="009C54AE" w14:paraId="46DA4985" w14:textId="77777777" w:rsidTr="00515E4C">
        <w:tc>
          <w:tcPr>
            <w:tcW w:w="1680" w:type="dxa"/>
          </w:tcPr>
          <w:p w14:paraId="5772B44E" w14:textId="765EBA31" w:rsidR="006146C2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F6B86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5" w:type="dxa"/>
          </w:tcPr>
          <w:p w14:paraId="667BF212" w14:textId="4E3728C6" w:rsidR="006146C2" w:rsidRDefault="002A1E87" w:rsidP="006146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6146C2">
              <w:rPr>
                <w:rFonts w:ascii="Corbel" w:hAnsi="Corbel"/>
                <w:b w:val="0"/>
                <w:smallCaps w:val="0"/>
                <w:szCs w:val="24"/>
              </w:rPr>
              <w:t>pracuje konspekt zajęć profilaktyczno-wychowawczych, zgodnie z założeniami profilaktyki I, II lub III rzędowej.</w:t>
            </w:r>
          </w:p>
        </w:tc>
        <w:tc>
          <w:tcPr>
            <w:tcW w:w="1865" w:type="dxa"/>
            <w:vMerge w:val="restart"/>
          </w:tcPr>
          <w:p w14:paraId="513A36CB" w14:textId="77777777" w:rsidR="006146C2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3C027F4C" w14:textId="5F56D168" w:rsidR="003A5C40" w:rsidRDefault="003A5C40" w:rsidP="003A5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46C2" w:rsidRPr="009C54AE" w14:paraId="01C44675" w14:textId="77777777" w:rsidTr="00515E4C">
        <w:tc>
          <w:tcPr>
            <w:tcW w:w="1680" w:type="dxa"/>
          </w:tcPr>
          <w:p w14:paraId="755F5A9A" w14:textId="1955FB04" w:rsidR="006146C2" w:rsidRPr="009C54AE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F6B86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5" w:type="dxa"/>
          </w:tcPr>
          <w:p w14:paraId="6623C0C0" w14:textId="47223486" w:rsidR="006146C2" w:rsidRPr="009C54AE" w:rsidRDefault="002A1E87" w:rsidP="006146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6146C2">
              <w:rPr>
                <w:rFonts w:ascii="Corbel" w:hAnsi="Corbel"/>
                <w:b w:val="0"/>
                <w:smallCaps w:val="0"/>
                <w:szCs w:val="24"/>
              </w:rPr>
              <w:t>rzeprowadzi samodzielnie zajęcia profilaktyczno-wychowawcze, zgodnie z opracowanym konspektem.</w:t>
            </w:r>
          </w:p>
        </w:tc>
        <w:tc>
          <w:tcPr>
            <w:tcW w:w="1865" w:type="dxa"/>
            <w:vMerge/>
          </w:tcPr>
          <w:p w14:paraId="04A67ADE" w14:textId="14B2C69E" w:rsidR="006146C2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46C2" w:rsidRPr="009C54AE" w14:paraId="4EF2278F" w14:textId="77777777" w:rsidTr="00515E4C">
        <w:tc>
          <w:tcPr>
            <w:tcW w:w="1680" w:type="dxa"/>
          </w:tcPr>
          <w:p w14:paraId="5204E956" w14:textId="0E4EB1EB" w:rsidR="006146C2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F6B86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5" w:type="dxa"/>
          </w:tcPr>
          <w:p w14:paraId="21787890" w14:textId="2DA54DAE" w:rsidR="006146C2" w:rsidRDefault="002A1E87" w:rsidP="006146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6146C2">
              <w:rPr>
                <w:rFonts w:ascii="Corbel" w:hAnsi="Corbel"/>
                <w:b w:val="0"/>
                <w:smallCaps w:val="0"/>
                <w:szCs w:val="24"/>
              </w:rPr>
              <w:t xml:space="preserve">ceni </w:t>
            </w:r>
            <w:r w:rsidR="00353931">
              <w:rPr>
                <w:rFonts w:ascii="Corbel" w:hAnsi="Corbel"/>
                <w:b w:val="0"/>
                <w:smallCaps w:val="0"/>
                <w:szCs w:val="24"/>
              </w:rPr>
              <w:t>swoje przygotowanie teoretyczne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53931">
              <w:rPr>
                <w:rFonts w:ascii="Corbel" w:hAnsi="Corbel"/>
                <w:b w:val="0"/>
                <w:smallCaps w:val="0"/>
                <w:szCs w:val="24"/>
              </w:rPr>
              <w:t xml:space="preserve">i metodyczne do realizacji profilaktycznych ćwiczeń warsztatowych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                 </w:t>
            </w:r>
            <w:r w:rsidR="00353931">
              <w:rPr>
                <w:rFonts w:ascii="Corbel" w:hAnsi="Corbel"/>
                <w:b w:val="0"/>
                <w:smallCaps w:val="0"/>
                <w:szCs w:val="24"/>
              </w:rPr>
              <w:t>w kontekście samokształcenia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53931">
              <w:rPr>
                <w:rFonts w:ascii="Corbel" w:hAnsi="Corbel"/>
                <w:b w:val="0"/>
                <w:smallCaps w:val="0"/>
                <w:szCs w:val="24"/>
              </w:rPr>
              <w:t xml:space="preserve">i samorozwoju. </w:t>
            </w:r>
          </w:p>
        </w:tc>
        <w:tc>
          <w:tcPr>
            <w:tcW w:w="1865" w:type="dxa"/>
          </w:tcPr>
          <w:p w14:paraId="0C7F9104" w14:textId="77777777" w:rsidR="006146C2" w:rsidRDefault="00353931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25B5EA81" w14:textId="20AC66F6" w:rsidR="00353931" w:rsidRDefault="00353931" w:rsidP="003539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306AE53" w14:textId="2016101F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75419E" w14:textId="77777777" w:rsidR="00012900" w:rsidRPr="009C54AE" w:rsidRDefault="0001290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369397" w14:textId="0BD9660E" w:rsidR="009E602C" w:rsidRDefault="009E602C" w:rsidP="009E602C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2E2CD159" w14:textId="77777777" w:rsidR="009E602C" w:rsidRPr="009C54AE" w:rsidRDefault="009E602C" w:rsidP="009E602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3C8B710" w14:textId="77777777" w:rsidR="009E602C" w:rsidRPr="009C54AE" w:rsidRDefault="009E602C" w:rsidP="009E602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623A4EC" w14:textId="77777777" w:rsidR="009E602C" w:rsidRPr="009C54AE" w:rsidRDefault="009E602C" w:rsidP="009E602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E602C" w:rsidRPr="009C54AE" w14:paraId="028470B5" w14:textId="77777777" w:rsidTr="008958A5">
        <w:tc>
          <w:tcPr>
            <w:tcW w:w="9639" w:type="dxa"/>
          </w:tcPr>
          <w:p w14:paraId="007ACFD9" w14:textId="77777777" w:rsidR="009E602C" w:rsidRPr="009C54AE" w:rsidRDefault="009E602C" w:rsidP="008958A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E602C" w:rsidRPr="009C54AE" w14:paraId="31C4F487" w14:textId="77777777" w:rsidTr="008958A5">
        <w:tc>
          <w:tcPr>
            <w:tcW w:w="9639" w:type="dxa"/>
          </w:tcPr>
          <w:p w14:paraId="2DE47E10" w14:textId="77777777" w:rsidR="009E602C" w:rsidRPr="009C54AE" w:rsidRDefault="009E602C" w:rsidP="008958A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Nie dotyczy</w:t>
            </w:r>
          </w:p>
        </w:tc>
      </w:tr>
    </w:tbl>
    <w:p w14:paraId="6BE5BFE3" w14:textId="77777777" w:rsidR="009E602C" w:rsidRPr="009C54AE" w:rsidRDefault="009E602C" w:rsidP="009E602C">
      <w:pPr>
        <w:spacing w:after="0" w:line="240" w:lineRule="auto"/>
        <w:rPr>
          <w:rFonts w:ascii="Corbel" w:hAnsi="Corbel"/>
          <w:sz w:val="24"/>
          <w:szCs w:val="24"/>
        </w:rPr>
      </w:pPr>
    </w:p>
    <w:p w14:paraId="67FF4BAE" w14:textId="77777777" w:rsidR="009E602C" w:rsidRPr="009C54AE" w:rsidRDefault="009E602C" w:rsidP="009E602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C9E9204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32CDC64" w14:textId="77777777" w:rsidTr="00923D7D">
        <w:tc>
          <w:tcPr>
            <w:tcW w:w="9639" w:type="dxa"/>
          </w:tcPr>
          <w:p w14:paraId="2A5468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276ECE3" w14:textId="77777777" w:rsidTr="00923D7D">
        <w:tc>
          <w:tcPr>
            <w:tcW w:w="9639" w:type="dxa"/>
          </w:tcPr>
          <w:p w14:paraId="6B0FA697" w14:textId="70ED8552" w:rsidR="009449EE" w:rsidRPr="009C54AE" w:rsidRDefault="009449EE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Rodzaje programów profilaktycznych i poziomy profilaktyki.</w:t>
            </w:r>
          </w:p>
        </w:tc>
      </w:tr>
      <w:tr w:rsidR="0085747A" w:rsidRPr="009C54AE" w14:paraId="56949BB2" w14:textId="77777777" w:rsidTr="00923D7D">
        <w:tc>
          <w:tcPr>
            <w:tcW w:w="9639" w:type="dxa"/>
          </w:tcPr>
          <w:p w14:paraId="67B2EF56" w14:textId="359246CE" w:rsidR="0085747A" w:rsidRPr="009C54AE" w:rsidRDefault="00862B9A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 xml:space="preserve">Zasady </w:t>
            </w:r>
            <w:r w:rsidR="006F6B86">
              <w:rPr>
                <w:rFonts w:ascii="Corbel" w:hAnsi="Corbel"/>
                <w:sz w:val="24"/>
                <w:szCs w:val="24"/>
              </w:rPr>
              <w:t xml:space="preserve">i etapy </w:t>
            </w:r>
            <w:r w:rsidRPr="00862B9A">
              <w:rPr>
                <w:rFonts w:ascii="Corbel" w:hAnsi="Corbel"/>
                <w:sz w:val="24"/>
                <w:szCs w:val="24"/>
              </w:rPr>
              <w:t>konstruowania programów profilaktycznych.</w:t>
            </w:r>
          </w:p>
        </w:tc>
      </w:tr>
      <w:tr w:rsidR="00862B9A" w:rsidRPr="009C54AE" w14:paraId="358571D3" w14:textId="77777777" w:rsidTr="00923D7D">
        <w:tc>
          <w:tcPr>
            <w:tcW w:w="9639" w:type="dxa"/>
          </w:tcPr>
          <w:p w14:paraId="53AD2C33" w14:textId="27093390" w:rsidR="00862B9A" w:rsidRPr="00862B9A" w:rsidRDefault="00862B9A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>Konstruowanie konspektu zajęć profilaktyczno-wychowawczych, formułowanie tematu i celów zajęć, dobór metod, technik i środków dydaktycznych, charakterystyka grupy, w której zajęcia mają być realizowane.</w:t>
            </w:r>
          </w:p>
        </w:tc>
      </w:tr>
      <w:tr w:rsidR="00862B9A" w:rsidRPr="009C54AE" w14:paraId="74E05851" w14:textId="77777777" w:rsidTr="00923D7D">
        <w:tc>
          <w:tcPr>
            <w:tcW w:w="9639" w:type="dxa"/>
          </w:tcPr>
          <w:p w14:paraId="44811E0B" w14:textId="77777777" w:rsidR="00F62B59" w:rsidRDefault="00862B9A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 xml:space="preserve">Warsztaty (samodzielne poprowadzenie zajęć profilaktyczno-wychowawczych przez studentów, zgodnie z opracowanym konspektem). </w:t>
            </w:r>
            <w:r w:rsidR="00F62B59">
              <w:rPr>
                <w:rFonts w:ascii="Corbel" w:hAnsi="Corbel"/>
                <w:sz w:val="24"/>
                <w:szCs w:val="24"/>
              </w:rPr>
              <w:t xml:space="preserve">Tematy i grupy powinny obejmować różne poziomy profilaktyki. </w:t>
            </w:r>
            <w:r w:rsidRPr="00862B9A">
              <w:rPr>
                <w:rFonts w:ascii="Corbel" w:hAnsi="Corbel"/>
                <w:sz w:val="24"/>
                <w:szCs w:val="24"/>
              </w:rPr>
              <w:t>Obszary tematyczne, wokół których powinny koncentrować się warsztaty (możliwość zgłoszenia własnych pomysłów zajęć  lub wykorzystanie jednej z poniższych propozycji do wyboru)</w:t>
            </w:r>
            <w:r w:rsidR="00F62B59">
              <w:rPr>
                <w:rFonts w:ascii="Corbel" w:hAnsi="Corbel"/>
                <w:sz w:val="24"/>
                <w:szCs w:val="24"/>
              </w:rPr>
              <w:t>:</w:t>
            </w:r>
          </w:p>
          <w:p w14:paraId="7EF1577A" w14:textId="77777777" w:rsidR="00F62B59" w:rsidRDefault="00862B9A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>profilaktyka agresji i autoagresji,</w:t>
            </w:r>
          </w:p>
          <w:p w14:paraId="4F8C2FF5" w14:textId="77777777" w:rsidR="00F62B59" w:rsidRDefault="00862B9A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>profilaktyka uzależnień (alkohol, nikotyna, narkotyki i dopalacze, uzależnienia behawioralne),</w:t>
            </w:r>
          </w:p>
          <w:p w14:paraId="04FC3754" w14:textId="77777777" w:rsidR="00F62B59" w:rsidRDefault="00862B9A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 xml:space="preserve">zapobieganie </w:t>
            </w:r>
            <w:proofErr w:type="spellStart"/>
            <w:r w:rsidRPr="00862B9A">
              <w:rPr>
                <w:rFonts w:ascii="Corbel" w:hAnsi="Corbel"/>
                <w:sz w:val="24"/>
                <w:szCs w:val="24"/>
              </w:rPr>
              <w:t>zachowaniom</w:t>
            </w:r>
            <w:proofErr w:type="spellEnd"/>
            <w:r w:rsidRPr="00862B9A">
              <w:rPr>
                <w:rFonts w:ascii="Corbel" w:hAnsi="Corbel"/>
                <w:sz w:val="24"/>
                <w:szCs w:val="24"/>
              </w:rPr>
              <w:t xml:space="preserve"> przestępczym wśród nieletnich / dorosłych,</w:t>
            </w:r>
          </w:p>
          <w:p w14:paraId="19BCBB9D" w14:textId="77777777" w:rsidR="006F6B86" w:rsidRDefault="00862B9A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>profilaktyka wczesnej inicjacji seksualnej</w:t>
            </w:r>
            <w:r w:rsidR="006F6B86">
              <w:rPr>
                <w:rFonts w:ascii="Corbel" w:hAnsi="Corbel"/>
                <w:sz w:val="24"/>
                <w:szCs w:val="24"/>
              </w:rPr>
              <w:t>,</w:t>
            </w:r>
          </w:p>
          <w:p w14:paraId="2D31C82D" w14:textId="42D7F375" w:rsidR="00F62B59" w:rsidRDefault="006F6B86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profilaktyka </w:t>
            </w:r>
            <w:r w:rsidR="00862B9A" w:rsidRPr="00862B9A">
              <w:rPr>
                <w:rFonts w:ascii="Corbel" w:hAnsi="Corbel"/>
                <w:sz w:val="24"/>
                <w:szCs w:val="24"/>
              </w:rPr>
              <w:t>prostytucji,</w:t>
            </w:r>
          </w:p>
          <w:p w14:paraId="43E34017" w14:textId="77777777" w:rsidR="00F62B59" w:rsidRDefault="00862B9A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 xml:space="preserve">zapobieganie komercyjnemu i seksualnemu wykorzystywaniu dzieci i młodzieży, </w:t>
            </w:r>
          </w:p>
          <w:p w14:paraId="1C9673A2" w14:textId="2EA9F881" w:rsidR="006F6B86" w:rsidRDefault="006F6B86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profilaktyka samookaleczeń i samobójstw,</w:t>
            </w:r>
          </w:p>
          <w:p w14:paraId="67581635" w14:textId="77777777" w:rsidR="00F62B59" w:rsidRDefault="00862B9A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62B59">
              <w:rPr>
                <w:rFonts w:ascii="Corbel" w:hAnsi="Corbel"/>
                <w:sz w:val="24"/>
                <w:szCs w:val="24"/>
              </w:rPr>
              <w:t>profilaktyka przemocy w rodzinie,</w:t>
            </w:r>
          </w:p>
          <w:p w14:paraId="7CA71DBB" w14:textId="77777777" w:rsidR="00F62B59" w:rsidRDefault="00862B9A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62B59">
              <w:rPr>
                <w:rFonts w:ascii="Corbel" w:hAnsi="Corbel"/>
                <w:sz w:val="24"/>
                <w:szCs w:val="24"/>
              </w:rPr>
              <w:t xml:space="preserve">trening radzenia sobie ze stresem, </w:t>
            </w:r>
          </w:p>
          <w:p w14:paraId="70DC8203" w14:textId="77777777" w:rsidR="00F62B59" w:rsidRDefault="00862B9A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62B59">
              <w:rPr>
                <w:rFonts w:ascii="Corbel" w:hAnsi="Corbel"/>
                <w:sz w:val="24"/>
                <w:szCs w:val="24"/>
              </w:rPr>
              <w:t>trening podnoszenia samooceny i poczucia własnej wartości,</w:t>
            </w:r>
          </w:p>
          <w:p w14:paraId="6263AE24" w14:textId="564E84B4" w:rsidR="006F6B86" w:rsidRDefault="006F6B86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trening umiejętności komunikacyjnych,</w:t>
            </w:r>
          </w:p>
          <w:p w14:paraId="6DBFDF24" w14:textId="61F92FEC" w:rsidR="00862B9A" w:rsidRPr="006F6B86" w:rsidRDefault="00F62B59" w:rsidP="006F6B86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62B59">
              <w:rPr>
                <w:rFonts w:ascii="Corbel" w:hAnsi="Corbel"/>
                <w:sz w:val="24"/>
                <w:szCs w:val="24"/>
              </w:rPr>
              <w:t>profilaktyka wagarów i niepowodzeń szkolnych</w:t>
            </w:r>
            <w:r w:rsidR="006F6B8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E25D342" w14:textId="2FB33A8A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95C1FD" w14:textId="77777777" w:rsidR="00B52C9C" w:rsidRPr="009C54AE" w:rsidRDefault="00B52C9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264B6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428037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973C5F" w14:textId="01204E6F" w:rsidR="0085747A" w:rsidRPr="009C54AE" w:rsidRDefault="00012900" w:rsidP="00B1607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analiza tekstów z dyskusją, praca w grupach, </w:t>
      </w:r>
      <w:r w:rsidR="00B1607D">
        <w:rPr>
          <w:rFonts w:ascii="Corbel" w:hAnsi="Corbel"/>
          <w:b w:val="0"/>
          <w:smallCaps w:val="0"/>
          <w:szCs w:val="24"/>
        </w:rPr>
        <w:t>ćwiczenia praktyczne (projekt – warsztaty)</w:t>
      </w:r>
      <w:r w:rsidR="00B760BB">
        <w:rPr>
          <w:rFonts w:ascii="Corbel" w:hAnsi="Corbel"/>
          <w:b w:val="0"/>
          <w:smallCaps w:val="0"/>
          <w:szCs w:val="24"/>
        </w:rPr>
        <w:t>.</w:t>
      </w:r>
    </w:p>
    <w:p w14:paraId="4DF3D47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CF01D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86ACE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3A440A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50667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A77A5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DEF3C50" w14:textId="77777777" w:rsidTr="00C05F44">
        <w:tc>
          <w:tcPr>
            <w:tcW w:w="1985" w:type="dxa"/>
            <w:vAlign w:val="center"/>
          </w:tcPr>
          <w:p w14:paraId="3B021AB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AC7A1EA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379B7A21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2A921F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D88389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72C7A72" w14:textId="77777777" w:rsidTr="00C05F44">
        <w:tc>
          <w:tcPr>
            <w:tcW w:w="1985" w:type="dxa"/>
          </w:tcPr>
          <w:p w14:paraId="1DE9ABE5" w14:textId="6C2288FB" w:rsidR="0085747A" w:rsidRPr="009C54AE" w:rsidRDefault="00B760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28743A13" w14:textId="49B2FADE" w:rsidR="0085747A" w:rsidRPr="00012900" w:rsidRDefault="00B1607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</w:p>
        </w:tc>
        <w:tc>
          <w:tcPr>
            <w:tcW w:w="2126" w:type="dxa"/>
          </w:tcPr>
          <w:p w14:paraId="0DE4A221" w14:textId="66EBAD00" w:rsidR="0085747A" w:rsidRPr="009C54AE" w:rsidRDefault="00B760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14:paraId="0938E235" w14:textId="77777777" w:rsidTr="00C05F44">
        <w:tc>
          <w:tcPr>
            <w:tcW w:w="1985" w:type="dxa"/>
          </w:tcPr>
          <w:p w14:paraId="20623292" w14:textId="77777777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23AC5A1" w14:textId="21F6967E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</w:p>
        </w:tc>
        <w:tc>
          <w:tcPr>
            <w:tcW w:w="2126" w:type="dxa"/>
          </w:tcPr>
          <w:p w14:paraId="53BCB357" w14:textId="412942D9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14:paraId="6BD8C796" w14:textId="77777777" w:rsidTr="00C05F44">
        <w:tc>
          <w:tcPr>
            <w:tcW w:w="1985" w:type="dxa"/>
          </w:tcPr>
          <w:p w14:paraId="41A042FC" w14:textId="7DA7CB4F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C3696B6" w14:textId="6E605993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  <w:r w:rsidR="006F6B86">
              <w:rPr>
                <w:rFonts w:ascii="Corbel" w:hAnsi="Corbel"/>
                <w:b w:val="0"/>
                <w:szCs w:val="24"/>
              </w:rPr>
              <w:t>, praca projektowa</w:t>
            </w:r>
          </w:p>
        </w:tc>
        <w:tc>
          <w:tcPr>
            <w:tcW w:w="2126" w:type="dxa"/>
          </w:tcPr>
          <w:p w14:paraId="1540A3CE" w14:textId="0D32E586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14:paraId="505142B1" w14:textId="77777777" w:rsidTr="00C05F44">
        <w:tc>
          <w:tcPr>
            <w:tcW w:w="1985" w:type="dxa"/>
          </w:tcPr>
          <w:p w14:paraId="12C08F60" w14:textId="645484D9"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0491DCF" w14:textId="6504FD7E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dyskusji, praca projektowa,</w:t>
            </w:r>
          </w:p>
        </w:tc>
        <w:tc>
          <w:tcPr>
            <w:tcW w:w="2126" w:type="dxa"/>
          </w:tcPr>
          <w:p w14:paraId="10095010" w14:textId="27F1CBB1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14:paraId="0A1E7BE6" w14:textId="77777777" w:rsidTr="00C05F44">
        <w:tc>
          <w:tcPr>
            <w:tcW w:w="1985" w:type="dxa"/>
          </w:tcPr>
          <w:p w14:paraId="3C5A3DF0" w14:textId="5D4EF8FF"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EK_05</w:t>
            </w:r>
          </w:p>
        </w:tc>
        <w:tc>
          <w:tcPr>
            <w:tcW w:w="5528" w:type="dxa"/>
          </w:tcPr>
          <w:p w14:paraId="6D06F707" w14:textId="3F3D2124" w:rsidR="00B1607D" w:rsidRPr="009C54AE" w:rsidRDefault="006F6B86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14:paraId="3F3FB563" w14:textId="02D04AB9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14:paraId="1AF60C82" w14:textId="77777777" w:rsidTr="00C05F44">
        <w:tc>
          <w:tcPr>
            <w:tcW w:w="1985" w:type="dxa"/>
          </w:tcPr>
          <w:p w14:paraId="0B286574" w14:textId="3B93C74A"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27C8C2CC" w14:textId="59B46BB2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14:paraId="5BE5D3AA" w14:textId="71210796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14:paraId="39DEDCEE" w14:textId="77777777" w:rsidTr="00C05F44">
        <w:tc>
          <w:tcPr>
            <w:tcW w:w="1985" w:type="dxa"/>
          </w:tcPr>
          <w:p w14:paraId="3CFE5ACC" w14:textId="59F1AAEE"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04EE163C" w14:textId="56911DAC" w:rsidR="00B1607D" w:rsidRDefault="006F6B86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udział w dyskusji, </w:t>
            </w:r>
            <w:r w:rsidR="00B1607D"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14:paraId="3CD7B245" w14:textId="2B0D1CB9"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664AB74F" w14:textId="1DCB16C9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35F1EB" w14:textId="77777777" w:rsidR="00EF496A" w:rsidRPr="009C54AE" w:rsidRDefault="00EF49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674A6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49E698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6384937" w14:textId="77777777" w:rsidTr="00923D7D">
        <w:tc>
          <w:tcPr>
            <w:tcW w:w="9670" w:type="dxa"/>
          </w:tcPr>
          <w:p w14:paraId="057502A5" w14:textId="77777777" w:rsidR="00C97B40" w:rsidRDefault="00C97B40" w:rsidP="00C97B40">
            <w:p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Średnia ocen z: </w:t>
            </w:r>
          </w:p>
          <w:p w14:paraId="74F31A14" w14:textId="77777777" w:rsidR="00C97B40" w:rsidRPr="003C462A" w:rsidRDefault="0000754D" w:rsidP="00C97B40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3C462A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prac projektowych i ich prezentacji (maksymalnie 15 punktów, minimum do zaliczenia 8 pkt.); analizowane kryteria oceny:</w:t>
            </w:r>
          </w:p>
          <w:p w14:paraId="2D3C5C90" w14:textId="77777777" w:rsidR="00C97B40" w:rsidRPr="003C462A" w:rsidRDefault="0000754D" w:rsidP="00C97B40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3C462A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formalne (m.in. struktura pracy, podział zagadnień, poprawność językowa, opracowanie graficzne, edycja tekstu) – maksymalnie 3 pkt.</w:t>
            </w:r>
          </w:p>
          <w:p w14:paraId="7FB7DE58" w14:textId="77777777" w:rsidR="00C97B40" w:rsidRPr="003C462A" w:rsidRDefault="00C97B40" w:rsidP="00C97B40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3C462A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zgodność z tematem i założonymi celami – maksymalnie 3 pkt.</w:t>
            </w:r>
          </w:p>
          <w:p w14:paraId="4BD9D499" w14:textId="77777777" w:rsidR="00C97B40" w:rsidRPr="003C462A" w:rsidRDefault="00C97B40" w:rsidP="00C97B40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3C462A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poprawność merytoryczna – maksymalnie 3 pkt.</w:t>
            </w:r>
          </w:p>
          <w:p w14:paraId="7EBDCA85" w14:textId="77777777" w:rsidR="00C97B40" w:rsidRPr="003C462A" w:rsidRDefault="00C97B40" w:rsidP="00C97B40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3C462A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sposób prezentacji – maksymalnie 3 pkt.</w:t>
            </w:r>
          </w:p>
          <w:p w14:paraId="520F4175" w14:textId="77777777" w:rsidR="00C97B40" w:rsidRPr="003C462A" w:rsidRDefault="00C97B40" w:rsidP="00C97B40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3C462A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poziom nowatorstwa/innowacji projektu – maksymalnie 3 pkt.</w:t>
            </w:r>
          </w:p>
          <w:p w14:paraId="132DFC64" w14:textId="65658E14" w:rsidR="0085747A" w:rsidRPr="00C97B40" w:rsidRDefault="0000754D" w:rsidP="009E602C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3C462A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aktywnego udziału studenta w zajęciach (w trakci</w:t>
            </w:r>
            <w:r w:rsidRPr="003C462A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e pracy nad projektami, podczas analizowania prezentowanych przez studentów projektów badawczych, w trakcie dyskusji)</w:t>
            </w:r>
          </w:p>
        </w:tc>
      </w:tr>
    </w:tbl>
    <w:p w14:paraId="2F66706C" w14:textId="07F3A2C0" w:rsidR="00B52C9C" w:rsidRDefault="00B52C9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B75D1E" w14:textId="77777777" w:rsidR="00B52C9C" w:rsidRPr="009C54AE" w:rsidRDefault="00B52C9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10A20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5256A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1709B03" w14:textId="77777777" w:rsidTr="003E1941">
        <w:tc>
          <w:tcPr>
            <w:tcW w:w="4962" w:type="dxa"/>
            <w:vAlign w:val="center"/>
          </w:tcPr>
          <w:p w14:paraId="07839AE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EDB62F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81FD182" w14:textId="77777777" w:rsidTr="00923D7D">
        <w:tc>
          <w:tcPr>
            <w:tcW w:w="4962" w:type="dxa"/>
          </w:tcPr>
          <w:p w14:paraId="77F79089" w14:textId="77777777" w:rsidR="0085747A" w:rsidRPr="00B52C9C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2C9C">
              <w:rPr>
                <w:rFonts w:ascii="Corbel" w:hAnsi="Corbel"/>
                <w:sz w:val="24"/>
                <w:szCs w:val="24"/>
              </w:rPr>
              <w:t>G</w:t>
            </w:r>
            <w:r w:rsidR="0085747A" w:rsidRPr="00B52C9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B52C9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B52C9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B52C9C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B52C9C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B52C9C">
              <w:rPr>
                <w:rFonts w:ascii="Corbel" w:hAnsi="Corbel"/>
                <w:sz w:val="24"/>
                <w:szCs w:val="24"/>
              </w:rPr>
              <w:t> </w:t>
            </w:r>
            <w:r w:rsidR="0045729E" w:rsidRPr="00B52C9C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B52C9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52C9C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B52C9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F70DECA" w14:textId="7413F120" w:rsidR="0085747A" w:rsidRPr="009C54AE" w:rsidRDefault="003409A0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389489F4" w14:textId="77777777" w:rsidTr="00923D7D">
        <w:tc>
          <w:tcPr>
            <w:tcW w:w="4962" w:type="dxa"/>
          </w:tcPr>
          <w:p w14:paraId="57B5583E" w14:textId="16A01DD8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280BCE">
              <w:rPr>
                <w:rFonts w:ascii="Corbel" w:hAnsi="Corbel"/>
                <w:sz w:val="24"/>
                <w:szCs w:val="24"/>
              </w:rPr>
              <w:t>:</w:t>
            </w:r>
          </w:p>
          <w:p w14:paraId="63073191" w14:textId="27CE83AE" w:rsidR="00280BCE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49EE77B0" w14:textId="77777777" w:rsidR="00280BCE" w:rsidRDefault="00280BCE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60568DC" w14:textId="303A8691" w:rsidR="00280BCE" w:rsidRPr="009C54AE" w:rsidRDefault="002A1E87" w:rsidP="00AD23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6D1C90B" w14:textId="77777777" w:rsidTr="00923D7D">
        <w:tc>
          <w:tcPr>
            <w:tcW w:w="4962" w:type="dxa"/>
          </w:tcPr>
          <w:p w14:paraId="2DAAC983" w14:textId="77777777" w:rsidR="002A1E8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2A1E87">
              <w:rPr>
                <w:rFonts w:ascii="Corbel" w:hAnsi="Corbel"/>
                <w:sz w:val="24"/>
                <w:szCs w:val="24"/>
              </w:rPr>
              <w:t>:</w:t>
            </w:r>
          </w:p>
          <w:p w14:paraId="181C35C8" w14:textId="77777777" w:rsidR="002A1E87" w:rsidRDefault="00C61DC5" w:rsidP="002A1E8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1D6C51BA" w14:textId="77777777" w:rsidR="002A1E87" w:rsidRDefault="00B52C9C" w:rsidP="002A1E8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="00280BCE">
              <w:rPr>
                <w:rFonts w:ascii="Corbel" w:hAnsi="Corbel"/>
                <w:sz w:val="24"/>
                <w:szCs w:val="24"/>
              </w:rPr>
              <w:t>,</w:t>
            </w:r>
            <w:r w:rsidR="002A1E87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1B79F70D" w14:textId="1F1A5E40" w:rsidR="002A1E87" w:rsidRPr="009C54AE" w:rsidRDefault="002A1E87" w:rsidP="002A1E8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przedmiotu.</w:t>
            </w:r>
          </w:p>
        </w:tc>
        <w:tc>
          <w:tcPr>
            <w:tcW w:w="4677" w:type="dxa"/>
          </w:tcPr>
          <w:p w14:paraId="5BDD4FEF" w14:textId="77777777" w:rsidR="00C61DC5" w:rsidRDefault="00C61DC5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7379728" w14:textId="3F8A792B" w:rsidR="00280BCE" w:rsidRDefault="00280BCE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8E52F0C" w14:textId="26E860E5" w:rsidR="002A1E87" w:rsidRDefault="003409A0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767F82AA" w14:textId="5130B383" w:rsidR="002A1E87" w:rsidRDefault="003409A0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310779A0" w14:textId="16454F9D" w:rsidR="002A1E87" w:rsidRPr="009C54AE" w:rsidRDefault="003409A0" w:rsidP="00AD23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85747A" w:rsidRPr="009C54AE" w14:paraId="182870A1" w14:textId="77777777" w:rsidTr="00923D7D">
        <w:tc>
          <w:tcPr>
            <w:tcW w:w="4962" w:type="dxa"/>
          </w:tcPr>
          <w:p w14:paraId="391A5D4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3791BB3" w14:textId="463401E5" w:rsidR="0085747A" w:rsidRPr="009C54AE" w:rsidRDefault="00AD23F3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01001886" w14:textId="77777777" w:rsidTr="00923D7D">
        <w:tc>
          <w:tcPr>
            <w:tcW w:w="4962" w:type="dxa"/>
          </w:tcPr>
          <w:p w14:paraId="627598B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470A894" w14:textId="51698660" w:rsidR="0085747A" w:rsidRPr="009C54AE" w:rsidRDefault="00AD23F3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BB98F9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8C6759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98F54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5707323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54D3ACB" w14:textId="77777777" w:rsidTr="0071620A">
        <w:trPr>
          <w:trHeight w:val="397"/>
        </w:trPr>
        <w:tc>
          <w:tcPr>
            <w:tcW w:w="3544" w:type="dxa"/>
          </w:tcPr>
          <w:p w14:paraId="4A1F088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3970FFE" w14:textId="08662693" w:rsidR="0085747A" w:rsidRPr="009C54AE" w:rsidRDefault="00B52C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45CE384D" w14:textId="77777777" w:rsidTr="0071620A">
        <w:trPr>
          <w:trHeight w:val="397"/>
        </w:trPr>
        <w:tc>
          <w:tcPr>
            <w:tcW w:w="3544" w:type="dxa"/>
          </w:tcPr>
          <w:p w14:paraId="2ED56E7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CFA9FB8" w14:textId="7E4B7C34" w:rsidR="0085747A" w:rsidRPr="009C54AE" w:rsidRDefault="00B52C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352AF6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1EC1B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4F9E95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A1E87" w:rsidRPr="009C54AE" w14:paraId="2E6DB5C9" w14:textId="77777777" w:rsidTr="00F53C06">
        <w:trPr>
          <w:trHeight w:val="428"/>
        </w:trPr>
        <w:tc>
          <w:tcPr>
            <w:tcW w:w="7513" w:type="dxa"/>
          </w:tcPr>
          <w:p w14:paraId="17435151" w14:textId="77777777" w:rsidR="002A1E87" w:rsidRPr="00280BCE" w:rsidRDefault="002A1E87" w:rsidP="00F53C0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280BCE">
              <w:rPr>
                <w:rFonts w:ascii="Corbel" w:hAnsi="Corbel"/>
                <w:bCs/>
                <w:smallCaps w:val="0"/>
                <w:szCs w:val="24"/>
                <w:u w:val="single"/>
              </w:rPr>
              <w:lastRenderedPageBreak/>
              <w:t>Literatura podstawowa:</w:t>
            </w:r>
          </w:p>
          <w:p w14:paraId="0C935CDB" w14:textId="6AE82F40" w:rsidR="002A1E87" w:rsidRPr="00C74FB7" w:rsidRDefault="002A1E87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Gaś Z.,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Profesjonalna profilaktyk</w:t>
            </w:r>
            <w:r w:rsidR="002C292D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a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w szkole: nowe wyzwania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Naukowe Wyższej Szkoły Ekonomii i Innowacji, Lublin 2011.</w:t>
            </w:r>
          </w:p>
          <w:p w14:paraId="0C5DFB87" w14:textId="77777777" w:rsidR="002A1E87" w:rsidRDefault="002A1E87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Kosińska E., </w:t>
            </w:r>
            <w:r w:rsidRPr="00C74FB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Mądrze i skutecznie. Zasady konstruowania szkolnego programu profilaktyki</w:t>
            </w: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RUBIKON, </w:t>
            </w: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Kraków 2002.</w:t>
            </w:r>
          </w:p>
          <w:p w14:paraId="5D194B61" w14:textId="3745A9CB" w:rsidR="00A950F2" w:rsidRPr="00427F02" w:rsidRDefault="002A1E87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Knez</w:t>
            </w:r>
            <w:proofErr w:type="spellEnd"/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Słonina W. M.,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B0600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Poznaję - wybieram. Programy integracyjno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-</w:t>
            </w:r>
            <w:r w:rsidRPr="00B0600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profilaktyczne dla uczniów gimnazjum i szkół ponadgimnazjalnych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RUBIKON, 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Kraków 2003. </w:t>
            </w:r>
            <w:bookmarkStart w:id="0" w:name="_GoBack"/>
            <w:bookmarkEnd w:id="0"/>
          </w:p>
        </w:tc>
      </w:tr>
      <w:tr w:rsidR="002A1E87" w:rsidRPr="009C54AE" w14:paraId="428D6979" w14:textId="77777777" w:rsidTr="00F53C06">
        <w:trPr>
          <w:trHeight w:val="397"/>
        </w:trPr>
        <w:tc>
          <w:tcPr>
            <w:tcW w:w="7513" w:type="dxa"/>
          </w:tcPr>
          <w:p w14:paraId="41E3A8ED" w14:textId="77777777" w:rsidR="002A1E87" w:rsidRPr="00280BCE" w:rsidRDefault="002A1E87" w:rsidP="00F53C0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280BCE">
              <w:rPr>
                <w:rFonts w:ascii="Corbel" w:hAnsi="Corbel"/>
                <w:bCs/>
                <w:smallCaps w:val="0"/>
                <w:szCs w:val="24"/>
                <w:u w:val="single"/>
              </w:rPr>
              <w:t xml:space="preserve">Literatura uzupełniająca: </w:t>
            </w:r>
          </w:p>
          <w:p w14:paraId="0B2B1B63" w14:textId="77777777" w:rsidR="00C97B40" w:rsidRPr="00D56FCE" w:rsidRDefault="00C97B40" w:rsidP="00C97B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Linowski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Wysocki I.,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Oddziaływania </w:t>
            </w:r>
            <w:proofErr w:type="spellStart"/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psychokorekcyjne</w:t>
            </w:r>
            <w:proofErr w:type="spellEnd"/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na skazanych agresywnych w warunkach penitencjarnych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Stowarzyszenie na Rzecz Rozwoju Wyższej Szkoły Biznesu i Przedsiębiorczości, Ostrowiec Świętokrzyski 2006.</w:t>
            </w:r>
          </w:p>
          <w:p w14:paraId="0FC64B7B" w14:textId="77777777" w:rsidR="00C97B40" w:rsidRDefault="00C97B40" w:rsidP="00C97B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Marczak 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</w:t>
            </w:r>
            <w:r w:rsidRPr="00B0600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Resocjalizacyjne programy penitencjarne realizowane przez Służbę Więzienną w Polsce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Oficyna Wydawnicza IMPULS, 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 2003.</w:t>
            </w:r>
          </w:p>
          <w:p w14:paraId="454A6F19" w14:textId="77777777" w:rsidR="00C97B40" w:rsidRDefault="00C97B40" w:rsidP="00C97B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Radwańska A., Sołtys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Godziny wychowawcze z nastolatkami. Scenariusze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DIFIN, Warszawa 2022.</w:t>
            </w:r>
          </w:p>
          <w:p w14:paraId="5394DB83" w14:textId="77777777" w:rsidR="00C97B40" w:rsidRDefault="00C97B40" w:rsidP="00C97B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Rożnowska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Skuteczność treningów psychologicznych w doskonaleniu umiejętności intra- i interpersonalnych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Akademia Pomorska w Słupsku, Słupsk 2007.</w:t>
            </w:r>
          </w:p>
          <w:p w14:paraId="10B60ABB" w14:textId="77777777" w:rsidR="00C97B40" w:rsidRDefault="00C97B40" w:rsidP="00C97B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Szempruch</w:t>
            </w:r>
            <w:proofErr w:type="spellEnd"/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</w:t>
            </w:r>
            <w:r w:rsidRPr="00AD01B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 zgodzie z sobą i z innymi : program i scenariusze zajęć z profilaktyki uzależnień i zachowań prospołecznych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Naukowe Wyższej Szkoły Ekonomii i Innowacji,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Lublin 2009. </w:t>
            </w:r>
          </w:p>
          <w:p w14:paraId="32C66F1E" w14:textId="77777777" w:rsidR="00C97B40" w:rsidRDefault="00C97B40" w:rsidP="00C97B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Szpringer</w:t>
            </w:r>
            <w:proofErr w:type="spellEnd"/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AD01B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Profilaktyka społeczna: rodzina, szkoła, środowisko lokalne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Akademii Świętokrzyskiej,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Kielce 2004. </w:t>
            </w:r>
          </w:p>
          <w:p w14:paraId="01A19ACF" w14:textId="77777777" w:rsidR="00C97B40" w:rsidRDefault="00C97B40" w:rsidP="00C97B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Szymańska J., </w:t>
            </w:r>
            <w:r w:rsidRPr="00AD01B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Programy profilaktyczne. Podstawy profesjonalnej profilaktyki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Centrum Metodyczne Pomocy Psychologiczno-Pedagogicznej,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12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  <w:p w14:paraId="726871FA" w14:textId="77777777" w:rsidR="00C97B40" w:rsidRDefault="00C97B40" w:rsidP="00C97B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Świątek A. M.,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Lekcje wychowawcze dla nastolatków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Oświatowe FOSZE, Rzeszów 2020.</w:t>
            </w:r>
          </w:p>
          <w:p w14:paraId="5F793CB8" w14:textId="2BE97BF8" w:rsidR="00A950F2" w:rsidRPr="00AF4A34" w:rsidRDefault="00A950F2" w:rsidP="00C97B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Gudro-Homicka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M.,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Scenariusze lekcji wychowawczych dla nauczycieli i wychowawców w starszych klasach szkoły podstawowej i w szkołach ponadpodstawowych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DIFIN, Warszawa 2017.</w:t>
            </w:r>
          </w:p>
          <w:p w14:paraId="713D808B" w14:textId="17638302" w:rsidR="00A950F2" w:rsidRDefault="00A950F2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Gudro-Homicka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M.,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Świat uczuć i emocji. Jak kształtować kompetencje społeczne. Scenariusze zajęć dla nauczycieli i wychowawców klas IV-VIII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DIFIN, Warszawa 2023.</w:t>
            </w:r>
          </w:p>
          <w:p w14:paraId="1FC8EF13" w14:textId="6EA95562" w:rsidR="002A1E87" w:rsidRDefault="002A1E87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Kosińska E., Zachara B.,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pierwszorzędowa w szkole: scenariusze zajęć z uczniami gimnazjum i szkół ponadgimnazjalnych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RUBIKON, Kraków 2004.</w:t>
            </w:r>
          </w:p>
          <w:p w14:paraId="7A886DE9" w14:textId="77777777" w:rsidR="002A1E87" w:rsidRPr="00CE0E69" w:rsidRDefault="002A1E87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Moczydłowska J.,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Pełszyńska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Profilaktyka w szkole dla młodzieży niedostosowanej społecznie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FOSZE, Rzeszów 2004.</w:t>
            </w:r>
          </w:p>
          <w:p w14:paraId="5EED84D2" w14:textId="77777777" w:rsidR="002A1E87" w:rsidRPr="00B30B5A" w:rsidRDefault="002A1E87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Pierzchalska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A., Klag P.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Jak rozmawiać z młodzieżą o prostytucji nieletnich?: scenariusze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Dolnośląski Ośrodek Polityki Społecznej, Wałbrzych 2009.</w:t>
            </w:r>
          </w:p>
          <w:p w14:paraId="590D4BD2" w14:textId="77777777" w:rsidR="002A1E87" w:rsidRDefault="002A1E87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Zięba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466D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Programy profilaktyczne w szkole jako jedna z form przeciwdziałania </w:t>
            </w:r>
            <w:proofErr w:type="spellStart"/>
            <w:r w:rsidRPr="006466D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zachowaniom</w:t>
            </w:r>
            <w:proofErr w:type="spellEnd"/>
            <w:r w:rsidRPr="006466D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agresywnym uczniów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(w:) Polak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</w:t>
            </w:r>
            <w:r w:rsidRPr="006466D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Nauczyciel wobec wyzwań edukacji zintegrowanej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Państwowa Wyższa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Szkoła Zawodowa, Krosno 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2009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E22A7D4" w14:textId="77777777" w:rsidR="002A1E87" w:rsidRPr="00B30B5A" w:rsidRDefault="002A1E87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Ziółkowska B.,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Anoreksja od A do Z. Poradnik dla nauczycieli                                        i wychowawców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SCHOLAR, Warszawa 2005.</w:t>
            </w:r>
          </w:p>
        </w:tc>
      </w:tr>
    </w:tbl>
    <w:p w14:paraId="0384A43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9D5FC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70F25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9E4C8C" w14:textId="77777777" w:rsidR="0000754D" w:rsidRDefault="0000754D" w:rsidP="00C16ABF">
      <w:pPr>
        <w:spacing w:after="0" w:line="240" w:lineRule="auto"/>
      </w:pPr>
      <w:r>
        <w:separator/>
      </w:r>
    </w:p>
  </w:endnote>
  <w:endnote w:type="continuationSeparator" w:id="0">
    <w:p w14:paraId="24448342" w14:textId="77777777" w:rsidR="0000754D" w:rsidRDefault="0000754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2D9D48" w14:textId="77777777" w:rsidR="0000754D" w:rsidRDefault="0000754D" w:rsidP="00C16ABF">
      <w:pPr>
        <w:spacing w:after="0" w:line="240" w:lineRule="auto"/>
      </w:pPr>
      <w:r>
        <w:separator/>
      </w:r>
    </w:p>
  </w:footnote>
  <w:footnote w:type="continuationSeparator" w:id="0">
    <w:p w14:paraId="17CDE09E" w14:textId="77777777" w:rsidR="0000754D" w:rsidRDefault="0000754D" w:rsidP="00C16ABF">
      <w:pPr>
        <w:spacing w:after="0" w:line="240" w:lineRule="auto"/>
      </w:pPr>
      <w:r>
        <w:continuationSeparator/>
      </w:r>
    </w:p>
  </w:footnote>
  <w:footnote w:id="1">
    <w:p w14:paraId="28BF90D2" w14:textId="77777777" w:rsidR="006466D0" w:rsidRDefault="006466D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C6EB0"/>
    <w:multiLevelType w:val="hybridMultilevel"/>
    <w:tmpl w:val="4E929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D21406"/>
    <w:multiLevelType w:val="hybridMultilevel"/>
    <w:tmpl w:val="AF14FF60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DA367D8"/>
    <w:multiLevelType w:val="hybridMultilevel"/>
    <w:tmpl w:val="3A868926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54D"/>
    <w:rsid w:val="000077B4"/>
    <w:rsid w:val="00012900"/>
    <w:rsid w:val="00015B8F"/>
    <w:rsid w:val="00022ECE"/>
    <w:rsid w:val="00042A51"/>
    <w:rsid w:val="00042D2E"/>
    <w:rsid w:val="00044C82"/>
    <w:rsid w:val="00070ED6"/>
    <w:rsid w:val="000742DC"/>
    <w:rsid w:val="00083C08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61B0"/>
    <w:rsid w:val="000E067D"/>
    <w:rsid w:val="000F1C57"/>
    <w:rsid w:val="000F242D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7029"/>
    <w:rsid w:val="00192F37"/>
    <w:rsid w:val="001A70D2"/>
    <w:rsid w:val="001D657B"/>
    <w:rsid w:val="001D7B54"/>
    <w:rsid w:val="001E0209"/>
    <w:rsid w:val="001F2CA2"/>
    <w:rsid w:val="002144C0"/>
    <w:rsid w:val="002147A3"/>
    <w:rsid w:val="0022477D"/>
    <w:rsid w:val="002278A9"/>
    <w:rsid w:val="002336F9"/>
    <w:rsid w:val="0024028F"/>
    <w:rsid w:val="00244ABC"/>
    <w:rsid w:val="00274985"/>
    <w:rsid w:val="00280BCE"/>
    <w:rsid w:val="00281FF2"/>
    <w:rsid w:val="002857DE"/>
    <w:rsid w:val="00291567"/>
    <w:rsid w:val="002A1E87"/>
    <w:rsid w:val="002A22BF"/>
    <w:rsid w:val="002A2389"/>
    <w:rsid w:val="002A671D"/>
    <w:rsid w:val="002B4D55"/>
    <w:rsid w:val="002B5EA0"/>
    <w:rsid w:val="002B6119"/>
    <w:rsid w:val="002C1F06"/>
    <w:rsid w:val="002C292D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6826"/>
    <w:rsid w:val="003409A0"/>
    <w:rsid w:val="00346FE9"/>
    <w:rsid w:val="0034759A"/>
    <w:rsid w:val="003503F6"/>
    <w:rsid w:val="003530DD"/>
    <w:rsid w:val="00353931"/>
    <w:rsid w:val="00363F78"/>
    <w:rsid w:val="003A0A5B"/>
    <w:rsid w:val="003A1176"/>
    <w:rsid w:val="003A5C40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27F02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19E0"/>
    <w:rsid w:val="004F55A3"/>
    <w:rsid w:val="0050496F"/>
    <w:rsid w:val="00513B6F"/>
    <w:rsid w:val="00515E4C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593F"/>
    <w:rsid w:val="005E6E85"/>
    <w:rsid w:val="005F31D2"/>
    <w:rsid w:val="0061029B"/>
    <w:rsid w:val="006146C2"/>
    <w:rsid w:val="00617230"/>
    <w:rsid w:val="00621CE1"/>
    <w:rsid w:val="00627FC9"/>
    <w:rsid w:val="00632A7F"/>
    <w:rsid w:val="006466D0"/>
    <w:rsid w:val="00647FA8"/>
    <w:rsid w:val="00650C5F"/>
    <w:rsid w:val="00654934"/>
    <w:rsid w:val="006620D9"/>
    <w:rsid w:val="006620F6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6B86"/>
    <w:rsid w:val="00702EE8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17F4"/>
    <w:rsid w:val="007C3299"/>
    <w:rsid w:val="007C3BCC"/>
    <w:rsid w:val="007C4546"/>
    <w:rsid w:val="007D6E56"/>
    <w:rsid w:val="007F1652"/>
    <w:rsid w:val="007F4155"/>
    <w:rsid w:val="0081554D"/>
    <w:rsid w:val="0081707E"/>
    <w:rsid w:val="008230BF"/>
    <w:rsid w:val="008449B3"/>
    <w:rsid w:val="0085747A"/>
    <w:rsid w:val="00861436"/>
    <w:rsid w:val="00862B9A"/>
    <w:rsid w:val="00884922"/>
    <w:rsid w:val="00885F64"/>
    <w:rsid w:val="008917F9"/>
    <w:rsid w:val="008A45F7"/>
    <w:rsid w:val="008B696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49EE"/>
    <w:rsid w:val="009508DF"/>
    <w:rsid w:val="00950DAC"/>
    <w:rsid w:val="00954A07"/>
    <w:rsid w:val="009933DD"/>
    <w:rsid w:val="00997F14"/>
    <w:rsid w:val="009A78D9"/>
    <w:rsid w:val="009C1331"/>
    <w:rsid w:val="009C3E31"/>
    <w:rsid w:val="009C54AE"/>
    <w:rsid w:val="009C788E"/>
    <w:rsid w:val="009E3B41"/>
    <w:rsid w:val="009E602C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4922"/>
    <w:rsid w:val="00A53FA5"/>
    <w:rsid w:val="00A54817"/>
    <w:rsid w:val="00A601C8"/>
    <w:rsid w:val="00A60799"/>
    <w:rsid w:val="00A84C85"/>
    <w:rsid w:val="00A950F2"/>
    <w:rsid w:val="00A97DE1"/>
    <w:rsid w:val="00AB053C"/>
    <w:rsid w:val="00AB30FA"/>
    <w:rsid w:val="00AD01B1"/>
    <w:rsid w:val="00AD1146"/>
    <w:rsid w:val="00AD23F3"/>
    <w:rsid w:val="00AD27D3"/>
    <w:rsid w:val="00AD66D6"/>
    <w:rsid w:val="00AE1160"/>
    <w:rsid w:val="00AE203C"/>
    <w:rsid w:val="00AE2E74"/>
    <w:rsid w:val="00AE5FCB"/>
    <w:rsid w:val="00AF2C1E"/>
    <w:rsid w:val="00B06001"/>
    <w:rsid w:val="00B06142"/>
    <w:rsid w:val="00B135B1"/>
    <w:rsid w:val="00B1607D"/>
    <w:rsid w:val="00B30B5A"/>
    <w:rsid w:val="00B3130B"/>
    <w:rsid w:val="00B40ADB"/>
    <w:rsid w:val="00B43B77"/>
    <w:rsid w:val="00B43E80"/>
    <w:rsid w:val="00B52C9C"/>
    <w:rsid w:val="00B607DB"/>
    <w:rsid w:val="00B66529"/>
    <w:rsid w:val="00B75946"/>
    <w:rsid w:val="00B760BB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399C"/>
    <w:rsid w:val="00C56036"/>
    <w:rsid w:val="00C61DC5"/>
    <w:rsid w:val="00C67E92"/>
    <w:rsid w:val="00C70A26"/>
    <w:rsid w:val="00C74FB7"/>
    <w:rsid w:val="00C766DF"/>
    <w:rsid w:val="00C821FD"/>
    <w:rsid w:val="00C94B98"/>
    <w:rsid w:val="00C955F4"/>
    <w:rsid w:val="00C97B40"/>
    <w:rsid w:val="00CA2B96"/>
    <w:rsid w:val="00CA5089"/>
    <w:rsid w:val="00CA70C6"/>
    <w:rsid w:val="00CB42CB"/>
    <w:rsid w:val="00CD6897"/>
    <w:rsid w:val="00CE05D4"/>
    <w:rsid w:val="00CE5BAC"/>
    <w:rsid w:val="00CF25BE"/>
    <w:rsid w:val="00CF78ED"/>
    <w:rsid w:val="00D02B25"/>
    <w:rsid w:val="00D02EBA"/>
    <w:rsid w:val="00D17C3C"/>
    <w:rsid w:val="00D26B2C"/>
    <w:rsid w:val="00D303D2"/>
    <w:rsid w:val="00D352C9"/>
    <w:rsid w:val="00D425B2"/>
    <w:rsid w:val="00D428D6"/>
    <w:rsid w:val="00D552B2"/>
    <w:rsid w:val="00D56FCE"/>
    <w:rsid w:val="00D608D1"/>
    <w:rsid w:val="00D74119"/>
    <w:rsid w:val="00D8075B"/>
    <w:rsid w:val="00D8678B"/>
    <w:rsid w:val="00DA2114"/>
    <w:rsid w:val="00DA2A9F"/>
    <w:rsid w:val="00DA33C7"/>
    <w:rsid w:val="00DC5CA2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5079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496A"/>
    <w:rsid w:val="00F070AB"/>
    <w:rsid w:val="00F17567"/>
    <w:rsid w:val="00F21971"/>
    <w:rsid w:val="00F221C6"/>
    <w:rsid w:val="00F25247"/>
    <w:rsid w:val="00F27A7B"/>
    <w:rsid w:val="00F405C4"/>
    <w:rsid w:val="00F526AF"/>
    <w:rsid w:val="00F617C3"/>
    <w:rsid w:val="00F62B59"/>
    <w:rsid w:val="00F7066B"/>
    <w:rsid w:val="00F83B28"/>
    <w:rsid w:val="00F92043"/>
    <w:rsid w:val="00F97C96"/>
    <w:rsid w:val="00FA374B"/>
    <w:rsid w:val="00FA46E5"/>
    <w:rsid w:val="00FB55A2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2BC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56DEC7-87D0-4014-9E2A-A642C87CC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218</TotalTime>
  <Pages>6</Pages>
  <Words>1396</Words>
  <Characters>8381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16</cp:revision>
  <cp:lastPrinted>2019-02-06T12:12:00Z</cp:lastPrinted>
  <dcterms:created xsi:type="dcterms:W3CDTF">2019-10-29T14:56:00Z</dcterms:created>
  <dcterms:modified xsi:type="dcterms:W3CDTF">2024-09-19T15:59:00Z</dcterms:modified>
</cp:coreProperties>
</file>